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67D59200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</w:t>
      </w:r>
      <w:r w:rsidR="00827149">
        <w:rPr>
          <w:rFonts w:ascii="Corbel" w:hAnsi="Corbel"/>
          <w:i/>
          <w:smallCaps/>
          <w:sz w:val="24"/>
          <w:szCs w:val="24"/>
        </w:rPr>
        <w:t>2019-2022</w:t>
      </w:r>
    </w:p>
    <w:p w14:paraId="216B3AF3" w14:textId="0867A4BC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827149">
        <w:rPr>
          <w:rFonts w:ascii="Corbel" w:hAnsi="Corbel"/>
          <w:sz w:val="20"/>
          <w:szCs w:val="20"/>
        </w:rPr>
        <w:t>1</w:t>
      </w:r>
      <w:r w:rsidR="00377180" w:rsidRPr="003D15B2">
        <w:rPr>
          <w:rFonts w:ascii="Corbel" w:hAnsi="Corbel"/>
          <w:sz w:val="20"/>
          <w:szCs w:val="20"/>
        </w:rPr>
        <w:t>/202</w:t>
      </w:r>
      <w:r w:rsidR="00827149">
        <w:rPr>
          <w:rFonts w:ascii="Corbel" w:hAnsi="Corbel"/>
          <w:sz w:val="20"/>
          <w:szCs w:val="20"/>
        </w:rPr>
        <w:t>2</w:t>
      </w:r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02BA2D70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3D15B2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5F66B667" w:rsidR="00541EDE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56C7945D" w14:textId="0AEEA575" w:rsidR="00E960BB" w:rsidRPr="003D15B2" w:rsidRDefault="00333C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15250A4" w14:textId="77777777" w:rsidR="003D15B2" w:rsidRPr="003D15B2" w:rsidRDefault="003D1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3D15B2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363992E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C4669" w14:textId="77777777" w:rsidR="00085284" w:rsidRDefault="00085284" w:rsidP="00C16ABF">
      <w:pPr>
        <w:spacing w:after="0" w:line="240" w:lineRule="auto"/>
      </w:pPr>
      <w:r>
        <w:separator/>
      </w:r>
    </w:p>
  </w:endnote>
  <w:endnote w:type="continuationSeparator" w:id="0">
    <w:p w14:paraId="52A9F8E4" w14:textId="77777777" w:rsidR="00085284" w:rsidRDefault="000852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DF535" w14:textId="77777777" w:rsidR="00085284" w:rsidRDefault="00085284" w:rsidP="00C16ABF">
      <w:pPr>
        <w:spacing w:after="0" w:line="240" w:lineRule="auto"/>
      </w:pPr>
      <w:r>
        <w:separator/>
      </w:r>
    </w:p>
  </w:footnote>
  <w:footnote w:type="continuationSeparator" w:id="0">
    <w:p w14:paraId="3A357D14" w14:textId="77777777" w:rsidR="00085284" w:rsidRDefault="00085284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284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3CB7"/>
    <w:rsid w:val="003343CF"/>
    <w:rsid w:val="003406A8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5B2"/>
    <w:rsid w:val="003D18A9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81554D"/>
    <w:rsid w:val="0081707E"/>
    <w:rsid w:val="0082714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64F4"/>
    <w:rsid w:val="008F12C9"/>
    <w:rsid w:val="008F6E29"/>
    <w:rsid w:val="00916188"/>
    <w:rsid w:val="00923D7D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CFD278-8670-45C1-A367-D3D2FD40D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918</Words>
  <Characters>5510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2020-11-27T20:20:00Z</dcterms:created>
  <dcterms:modified xsi:type="dcterms:W3CDTF">2021-02-12T16:20:00Z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